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33A" w:rsidRDefault="009032CC">
      <w:r>
        <w:rPr>
          <w:noProof/>
          <w:lang w:eastAsia="en-AU"/>
        </w:rPr>
        <w:drawing>
          <wp:anchor distT="0" distB="0" distL="114300" distR="114300" simplePos="0" relativeHeight="251658240" behindDoc="1" locked="0" layoutInCell="1" allowOverlap="1" wp14:anchorId="11B42B2D" wp14:editId="47E90FC6">
            <wp:simplePos x="0" y="0"/>
            <wp:positionH relativeFrom="column">
              <wp:posOffset>6810375</wp:posOffset>
            </wp:positionH>
            <wp:positionV relativeFrom="paragraph">
              <wp:posOffset>-941705</wp:posOffset>
            </wp:positionV>
            <wp:extent cx="7587615" cy="10732135"/>
            <wp:effectExtent l="0" t="0" r="0" b="0"/>
            <wp:wrapNone/>
            <wp:docPr id="4" name="Picture 4" descr="J:\My Documents\ACTMCHN\Letterheads_margins_3m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My Documents\ACTMCHN\Letterheads_margins_3mm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87615" cy="10732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7289" w:rsidRDefault="00567289" w:rsidP="00567289">
      <w:pPr>
        <w:pStyle w:val="Title"/>
      </w:pPr>
      <w:r>
        <w:tab/>
      </w:r>
      <w:r>
        <w:tab/>
      </w:r>
      <w:r>
        <w:tab/>
      </w:r>
      <w:r>
        <w:tab/>
        <w:t>Feedback and Complaint form</w:t>
      </w:r>
    </w:p>
    <w:p w:rsidR="00567289" w:rsidRDefault="00567289" w:rsidP="00567289">
      <w:pPr>
        <w:pStyle w:val="BodyText"/>
      </w:pPr>
    </w:p>
    <w:p w:rsidR="007C36DA" w:rsidRDefault="007C36DA" w:rsidP="00567289">
      <w:pPr>
        <w:pStyle w:val="BodyText"/>
      </w:pPr>
    </w:p>
    <w:p w:rsidR="007C36DA" w:rsidRDefault="007C36DA" w:rsidP="00567289">
      <w:pPr>
        <w:pStyle w:val="BodyText"/>
      </w:pPr>
    </w:p>
    <w:p w:rsidR="00832177" w:rsidRDefault="00832177" w:rsidP="00567289">
      <w:pPr>
        <w:pStyle w:val="BodyText"/>
      </w:pPr>
    </w:p>
    <w:p w:rsidR="00567289" w:rsidRDefault="00567289" w:rsidP="00567289">
      <w:pPr>
        <w:pStyle w:val="BodyText"/>
      </w:pPr>
      <w:r>
        <w:t>ACT Mental Health Consumer Network Inc. is committed to providing high quality programs and meeting your needs. We value your feedback – including complaints.</w:t>
      </w:r>
    </w:p>
    <w:p w:rsidR="00567289" w:rsidRDefault="00567289" w:rsidP="00567289">
      <w:pPr>
        <w:pStyle w:val="BodyText"/>
      </w:pPr>
      <w:r>
        <w:t>Please let us know what we do well and where we can improve our services, or where you have concerns about another mental health related service in the ACT.</w:t>
      </w:r>
    </w:p>
    <w:p w:rsidR="007C36DA" w:rsidRDefault="007C36DA" w:rsidP="00567289">
      <w:pPr>
        <w:pStyle w:val="BodyText"/>
      </w:pPr>
    </w:p>
    <w:p w:rsidR="00567289" w:rsidRDefault="00567289" w:rsidP="00567289">
      <w:pPr>
        <w:pStyle w:val="BodyText"/>
      </w:pPr>
      <w:r>
        <w:t>Indicate your response below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03"/>
        <w:gridCol w:w="1321"/>
        <w:gridCol w:w="680"/>
        <w:gridCol w:w="1828"/>
        <w:gridCol w:w="680"/>
        <w:gridCol w:w="1315"/>
        <w:gridCol w:w="680"/>
      </w:tblGrid>
      <w:tr w:rsidR="00567289" w:rsidRPr="00BE09FE" w:rsidTr="00663DFE">
        <w:tc>
          <w:tcPr>
            <w:tcW w:w="1303" w:type="dxa"/>
            <w:shd w:val="clear" w:color="auto" w:fill="auto"/>
          </w:tcPr>
          <w:p w:rsidR="00567289" w:rsidRPr="00F65D9F" w:rsidRDefault="00567289" w:rsidP="00663DFE">
            <w:pPr>
              <w:pStyle w:val="TableText"/>
              <w:rPr>
                <w:rStyle w:val="Strong"/>
              </w:rPr>
            </w:pPr>
            <w:r w:rsidRPr="00F65D9F">
              <w:rPr>
                <w:rStyle w:val="Strong"/>
              </w:rPr>
              <w:t>This is a:</w:t>
            </w:r>
          </w:p>
        </w:tc>
        <w:tc>
          <w:tcPr>
            <w:tcW w:w="1321" w:type="dxa"/>
            <w:shd w:val="clear" w:color="auto" w:fill="auto"/>
          </w:tcPr>
          <w:p w:rsidR="00567289" w:rsidRPr="00F65D9F" w:rsidRDefault="00567289" w:rsidP="00663DFE">
            <w:pPr>
              <w:pStyle w:val="TableText"/>
            </w:pPr>
            <w:r w:rsidRPr="00F65D9F">
              <w:t>compliment</w:t>
            </w:r>
          </w:p>
        </w:tc>
        <w:tc>
          <w:tcPr>
            <w:tcW w:w="680" w:type="dxa"/>
            <w:shd w:val="clear" w:color="auto" w:fill="auto"/>
          </w:tcPr>
          <w:p w:rsidR="00567289" w:rsidRPr="00F65D9F" w:rsidRDefault="00567289" w:rsidP="00663DFE">
            <w:pPr>
              <w:pStyle w:val="TableText"/>
            </w:pPr>
          </w:p>
        </w:tc>
        <w:tc>
          <w:tcPr>
            <w:tcW w:w="1828" w:type="dxa"/>
            <w:shd w:val="clear" w:color="auto" w:fill="auto"/>
          </w:tcPr>
          <w:p w:rsidR="00567289" w:rsidRPr="00F65D9F" w:rsidRDefault="00567289" w:rsidP="00663DFE">
            <w:pPr>
              <w:pStyle w:val="TableText"/>
            </w:pPr>
            <w:r w:rsidRPr="00F65D9F">
              <w:t>complaint</w:t>
            </w:r>
          </w:p>
        </w:tc>
        <w:tc>
          <w:tcPr>
            <w:tcW w:w="680" w:type="dxa"/>
            <w:shd w:val="clear" w:color="auto" w:fill="auto"/>
          </w:tcPr>
          <w:p w:rsidR="00567289" w:rsidRPr="00F65D9F" w:rsidRDefault="00567289" w:rsidP="00663DFE">
            <w:pPr>
              <w:pStyle w:val="TableText"/>
            </w:pPr>
          </w:p>
        </w:tc>
        <w:tc>
          <w:tcPr>
            <w:tcW w:w="1315" w:type="dxa"/>
            <w:shd w:val="clear" w:color="auto" w:fill="auto"/>
          </w:tcPr>
          <w:p w:rsidR="00567289" w:rsidRPr="00F65D9F" w:rsidRDefault="00567289" w:rsidP="00663DFE">
            <w:pPr>
              <w:pStyle w:val="TableText"/>
            </w:pPr>
            <w:r w:rsidRPr="00F65D9F">
              <w:t>feedback</w:t>
            </w:r>
          </w:p>
        </w:tc>
        <w:tc>
          <w:tcPr>
            <w:tcW w:w="680" w:type="dxa"/>
            <w:shd w:val="clear" w:color="auto" w:fill="auto"/>
          </w:tcPr>
          <w:p w:rsidR="00567289" w:rsidRPr="00F65D9F" w:rsidRDefault="00567289" w:rsidP="00663DFE">
            <w:pPr>
              <w:pStyle w:val="TableText"/>
            </w:pPr>
          </w:p>
        </w:tc>
      </w:tr>
    </w:tbl>
    <w:p w:rsidR="00567289" w:rsidRPr="00567289" w:rsidRDefault="00567289" w:rsidP="00567289">
      <w:pPr>
        <w:pStyle w:val="Heading1"/>
        <w:rPr>
          <w:color w:val="0083A9"/>
        </w:rPr>
      </w:pPr>
      <w:r w:rsidRPr="00567289">
        <w:rPr>
          <w:color w:val="0083A9"/>
        </w:rPr>
        <w:t>Section 1: Your details</w:t>
      </w:r>
    </w:p>
    <w:p w:rsidR="00567289" w:rsidRDefault="00567289" w:rsidP="00567289">
      <w:pPr>
        <w:pStyle w:val="BodyText"/>
      </w:pPr>
      <w:r>
        <w:t>Do you want to remain anonymous?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1"/>
        <w:gridCol w:w="680"/>
        <w:gridCol w:w="851"/>
        <w:gridCol w:w="68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r>
    </w:tbl>
    <w:p w:rsidR="00567289" w:rsidRDefault="00567289" w:rsidP="00567289">
      <w:pPr>
        <w:pStyle w:val="Heading2"/>
      </w:pPr>
      <w:r>
        <w:t>Personal details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1"/>
        <w:gridCol w:w="6962"/>
      </w:tblGrid>
      <w:tr w:rsidR="00567289" w:rsidRPr="00E44AB2" w:rsidTr="007C36DA">
        <w:tc>
          <w:tcPr>
            <w:tcW w:w="2121" w:type="dxa"/>
            <w:shd w:val="clear" w:color="auto" w:fill="auto"/>
          </w:tcPr>
          <w:p w:rsidR="00567289" w:rsidRPr="00E44AB2" w:rsidRDefault="00567289" w:rsidP="00663DFE">
            <w:pPr>
              <w:pStyle w:val="TableText"/>
            </w:pPr>
            <w:r w:rsidRPr="00E44AB2">
              <w:t>First Name:</w:t>
            </w:r>
          </w:p>
        </w:tc>
        <w:tc>
          <w:tcPr>
            <w:tcW w:w="6962" w:type="dxa"/>
            <w:shd w:val="clear" w:color="auto" w:fill="auto"/>
          </w:tcPr>
          <w:p w:rsidR="00567289" w:rsidRPr="00E44AB2" w:rsidRDefault="00567289" w:rsidP="00663DFE">
            <w:pPr>
              <w:pStyle w:val="TableText"/>
            </w:pPr>
          </w:p>
        </w:tc>
      </w:tr>
      <w:tr w:rsidR="00567289" w:rsidRPr="00E44AB2" w:rsidTr="007C36DA">
        <w:tc>
          <w:tcPr>
            <w:tcW w:w="2121" w:type="dxa"/>
            <w:shd w:val="clear" w:color="auto" w:fill="auto"/>
          </w:tcPr>
          <w:p w:rsidR="00567289" w:rsidRPr="00E44AB2" w:rsidRDefault="00567289" w:rsidP="00663DFE">
            <w:pPr>
              <w:pStyle w:val="TableText"/>
            </w:pPr>
            <w:r w:rsidRPr="00E44AB2">
              <w:t>Last Name:</w:t>
            </w:r>
          </w:p>
        </w:tc>
        <w:tc>
          <w:tcPr>
            <w:tcW w:w="6962" w:type="dxa"/>
            <w:shd w:val="clear" w:color="auto" w:fill="auto"/>
          </w:tcPr>
          <w:p w:rsidR="00567289" w:rsidRPr="00E44AB2" w:rsidRDefault="00567289" w:rsidP="00663DFE">
            <w:pPr>
              <w:pStyle w:val="TableText"/>
            </w:pPr>
          </w:p>
        </w:tc>
      </w:tr>
      <w:tr w:rsidR="00567289" w:rsidRPr="00E44AB2" w:rsidTr="007C36DA">
        <w:trPr>
          <w:trHeight w:val="680"/>
        </w:trPr>
        <w:tc>
          <w:tcPr>
            <w:tcW w:w="2121" w:type="dxa"/>
            <w:shd w:val="clear" w:color="auto" w:fill="auto"/>
          </w:tcPr>
          <w:p w:rsidR="00567289" w:rsidRPr="00E44AB2" w:rsidRDefault="00567289" w:rsidP="00663DFE">
            <w:pPr>
              <w:pStyle w:val="TableText"/>
            </w:pPr>
            <w:r w:rsidRPr="00E44AB2">
              <w:t>Postal address:</w:t>
            </w:r>
          </w:p>
        </w:tc>
        <w:tc>
          <w:tcPr>
            <w:tcW w:w="6962" w:type="dxa"/>
            <w:shd w:val="clear" w:color="auto" w:fill="auto"/>
          </w:tcPr>
          <w:p w:rsidR="00567289" w:rsidRPr="00E44AB2" w:rsidRDefault="00567289" w:rsidP="00663DFE">
            <w:pPr>
              <w:pStyle w:val="TableText"/>
            </w:pPr>
          </w:p>
        </w:tc>
      </w:tr>
      <w:tr w:rsidR="00567289" w:rsidRPr="00E44AB2" w:rsidTr="007C36DA">
        <w:tc>
          <w:tcPr>
            <w:tcW w:w="2121" w:type="dxa"/>
            <w:shd w:val="clear" w:color="auto" w:fill="auto"/>
          </w:tcPr>
          <w:p w:rsidR="00567289" w:rsidRPr="00E44AB2" w:rsidRDefault="007C36DA" w:rsidP="00663DFE">
            <w:pPr>
              <w:pStyle w:val="TableText"/>
            </w:pPr>
            <w:r>
              <w:t>Phone</w:t>
            </w:r>
            <w:r w:rsidR="00567289" w:rsidRPr="00E44AB2">
              <w:t xml:space="preserve"> number:</w:t>
            </w:r>
          </w:p>
        </w:tc>
        <w:tc>
          <w:tcPr>
            <w:tcW w:w="6962" w:type="dxa"/>
            <w:shd w:val="clear" w:color="auto" w:fill="auto"/>
          </w:tcPr>
          <w:p w:rsidR="00567289" w:rsidRPr="00E44AB2" w:rsidRDefault="00567289" w:rsidP="00663DFE">
            <w:pPr>
              <w:pStyle w:val="TableText"/>
            </w:pPr>
          </w:p>
        </w:tc>
      </w:tr>
      <w:tr w:rsidR="00567289" w:rsidRPr="00BE09FE" w:rsidTr="007C36DA">
        <w:tc>
          <w:tcPr>
            <w:tcW w:w="2121" w:type="dxa"/>
            <w:shd w:val="clear" w:color="auto" w:fill="auto"/>
          </w:tcPr>
          <w:p w:rsidR="00567289" w:rsidRPr="00E44AB2" w:rsidRDefault="00567289" w:rsidP="00663DFE">
            <w:pPr>
              <w:pStyle w:val="TableText"/>
            </w:pPr>
            <w:r w:rsidRPr="00E44AB2">
              <w:t>Email address:</w:t>
            </w:r>
          </w:p>
        </w:tc>
        <w:tc>
          <w:tcPr>
            <w:tcW w:w="6962" w:type="dxa"/>
            <w:shd w:val="clear" w:color="auto" w:fill="auto"/>
          </w:tcPr>
          <w:p w:rsidR="00567289" w:rsidRPr="00E44AB2" w:rsidRDefault="00567289" w:rsidP="00663DFE">
            <w:pPr>
              <w:pStyle w:val="TableText"/>
            </w:pPr>
          </w:p>
        </w:tc>
      </w:tr>
    </w:tbl>
    <w:p w:rsidR="00567289" w:rsidRDefault="00567289" w:rsidP="00567289">
      <w:pPr>
        <w:pStyle w:val="BodyTextSpaceAbove"/>
      </w:pPr>
      <w:r>
        <w:t>Do you require an interpreter?</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8"/>
        <w:gridCol w:w="685"/>
        <w:gridCol w:w="857"/>
        <w:gridCol w:w="685"/>
        <w:gridCol w:w="2485"/>
        <w:gridCol w:w="357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c>
          <w:tcPr>
            <w:tcW w:w="2467" w:type="dxa"/>
            <w:shd w:val="clear" w:color="auto" w:fill="auto"/>
          </w:tcPr>
          <w:p w:rsidR="00567289" w:rsidRPr="00F65D9F" w:rsidRDefault="00567289" w:rsidP="00663DFE">
            <w:pPr>
              <w:pStyle w:val="TableText"/>
            </w:pPr>
            <w:r>
              <w:t xml:space="preserve">If </w:t>
            </w:r>
            <w:r w:rsidRPr="001065D5">
              <w:rPr>
                <w:rStyle w:val="Strong"/>
              </w:rPr>
              <w:t>yes</w:t>
            </w:r>
            <w:r>
              <w:t>, which language?</w:t>
            </w:r>
          </w:p>
        </w:tc>
        <w:tc>
          <w:tcPr>
            <w:tcW w:w="3543" w:type="dxa"/>
            <w:shd w:val="clear" w:color="auto" w:fill="auto"/>
          </w:tcPr>
          <w:p w:rsidR="00567289" w:rsidRPr="00F65D9F" w:rsidRDefault="00567289" w:rsidP="00663DFE">
            <w:pPr>
              <w:pStyle w:val="TableText"/>
            </w:pPr>
          </w:p>
        </w:tc>
      </w:tr>
    </w:tbl>
    <w:p w:rsidR="00567289" w:rsidRDefault="00567289" w:rsidP="00567289">
      <w:pPr>
        <w:pStyle w:val="BodyTextSpaceAbove"/>
      </w:pPr>
      <w:r>
        <w:t>Are you providing feedback on another person’s behalf?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7"/>
        <w:gridCol w:w="821"/>
        <w:gridCol w:w="851"/>
        <w:gridCol w:w="680"/>
      </w:tblGrid>
      <w:tr w:rsidR="00567289" w:rsidRPr="00F65D9F" w:rsidTr="00663DFE">
        <w:tc>
          <w:tcPr>
            <w:tcW w:w="2127" w:type="dxa"/>
            <w:shd w:val="clear" w:color="auto" w:fill="auto"/>
          </w:tcPr>
          <w:p w:rsidR="00567289" w:rsidRPr="00F65D9F" w:rsidRDefault="00567289" w:rsidP="00663DFE">
            <w:pPr>
              <w:pStyle w:val="TableText"/>
            </w:pPr>
            <w:r>
              <w:t xml:space="preserve">no </w:t>
            </w:r>
            <w:r w:rsidRPr="007F7707">
              <w:rPr>
                <w:rStyle w:val="Emphasis"/>
              </w:rPr>
              <w:t>(go to Section 4)</w:t>
            </w:r>
          </w:p>
        </w:tc>
        <w:tc>
          <w:tcPr>
            <w:tcW w:w="821"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r>
    </w:tbl>
    <w:p w:rsidR="00567289" w:rsidRPr="00567289" w:rsidRDefault="00567289" w:rsidP="00567289">
      <w:pPr>
        <w:pStyle w:val="Heading1"/>
        <w:rPr>
          <w:color w:val="0083A9"/>
        </w:rPr>
      </w:pPr>
      <w:r w:rsidRPr="00567289">
        <w:rPr>
          <w:color w:val="0083A9"/>
        </w:rPr>
        <w:lastRenderedPageBreak/>
        <w:t>Sec</w:t>
      </w:r>
      <w:bookmarkStart w:id="0" w:name="_GoBack"/>
      <w:bookmarkEnd w:id="0"/>
      <w:r w:rsidRPr="00567289">
        <w:rPr>
          <w:color w:val="0083A9"/>
        </w:rPr>
        <w:t>tion 2: Feedback made on another person’s behalf</w:t>
      </w:r>
    </w:p>
    <w:p w:rsidR="00567289" w:rsidRDefault="00567289" w:rsidP="00567289">
      <w:pPr>
        <w:pStyle w:val="BodyText"/>
      </w:pPr>
      <w:r>
        <w:t>Please provide the following details about the person on whose behalf you are acting:</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1"/>
        <w:gridCol w:w="6962"/>
      </w:tblGrid>
      <w:tr w:rsidR="00567289" w:rsidRPr="00E44AB2" w:rsidTr="00663DFE">
        <w:tc>
          <w:tcPr>
            <w:tcW w:w="2127" w:type="dxa"/>
            <w:shd w:val="clear" w:color="auto" w:fill="auto"/>
          </w:tcPr>
          <w:p w:rsidR="00567289" w:rsidRPr="00E44AB2" w:rsidRDefault="00567289" w:rsidP="00663DFE">
            <w:pPr>
              <w:pStyle w:val="TableText"/>
            </w:pPr>
            <w:r w:rsidRPr="00E44AB2">
              <w:t>First Name:</w:t>
            </w:r>
          </w:p>
        </w:tc>
        <w:tc>
          <w:tcPr>
            <w:tcW w:w="7000" w:type="dxa"/>
            <w:shd w:val="clear" w:color="auto" w:fill="auto"/>
          </w:tcPr>
          <w:p w:rsidR="00567289" w:rsidRPr="00E44AB2" w:rsidRDefault="00567289" w:rsidP="00663DFE">
            <w:pPr>
              <w:pStyle w:val="TableText"/>
            </w:pPr>
          </w:p>
        </w:tc>
      </w:tr>
      <w:tr w:rsidR="00567289" w:rsidRPr="00E44AB2" w:rsidTr="00663DFE">
        <w:tc>
          <w:tcPr>
            <w:tcW w:w="2127" w:type="dxa"/>
            <w:shd w:val="clear" w:color="auto" w:fill="auto"/>
          </w:tcPr>
          <w:p w:rsidR="00567289" w:rsidRPr="00E44AB2" w:rsidRDefault="00567289" w:rsidP="00663DFE">
            <w:pPr>
              <w:pStyle w:val="TableText"/>
            </w:pPr>
            <w:r w:rsidRPr="00E44AB2">
              <w:t>Last Name:</w:t>
            </w:r>
          </w:p>
        </w:tc>
        <w:tc>
          <w:tcPr>
            <w:tcW w:w="7000" w:type="dxa"/>
            <w:shd w:val="clear" w:color="auto" w:fill="auto"/>
          </w:tcPr>
          <w:p w:rsidR="00567289" w:rsidRPr="00E44AB2" w:rsidRDefault="00567289" w:rsidP="00663DFE">
            <w:pPr>
              <w:pStyle w:val="TableText"/>
            </w:pPr>
          </w:p>
        </w:tc>
      </w:tr>
      <w:tr w:rsidR="00567289" w:rsidRPr="00E44AB2" w:rsidTr="00663DFE">
        <w:trPr>
          <w:trHeight w:val="680"/>
        </w:trPr>
        <w:tc>
          <w:tcPr>
            <w:tcW w:w="2127" w:type="dxa"/>
            <w:shd w:val="clear" w:color="auto" w:fill="auto"/>
          </w:tcPr>
          <w:p w:rsidR="00567289" w:rsidRPr="00E44AB2" w:rsidRDefault="00567289" w:rsidP="00663DFE">
            <w:pPr>
              <w:pStyle w:val="TableText"/>
            </w:pPr>
            <w:r w:rsidRPr="00E44AB2">
              <w:t>Postal address:</w:t>
            </w:r>
          </w:p>
        </w:tc>
        <w:tc>
          <w:tcPr>
            <w:tcW w:w="7000" w:type="dxa"/>
            <w:shd w:val="clear" w:color="auto" w:fill="auto"/>
          </w:tcPr>
          <w:p w:rsidR="00567289" w:rsidRPr="00E44AB2" w:rsidRDefault="00567289" w:rsidP="00663DFE">
            <w:pPr>
              <w:pStyle w:val="TableText"/>
            </w:pPr>
          </w:p>
        </w:tc>
      </w:tr>
      <w:tr w:rsidR="00567289" w:rsidRPr="00E44AB2" w:rsidTr="00663DFE">
        <w:tc>
          <w:tcPr>
            <w:tcW w:w="2127" w:type="dxa"/>
            <w:shd w:val="clear" w:color="auto" w:fill="auto"/>
          </w:tcPr>
          <w:p w:rsidR="00567289" w:rsidRPr="00E44AB2" w:rsidRDefault="00567289" w:rsidP="00663DFE">
            <w:pPr>
              <w:pStyle w:val="TableText"/>
            </w:pPr>
            <w:r w:rsidRPr="00E44AB2">
              <w:t>Telephone number:</w:t>
            </w:r>
          </w:p>
        </w:tc>
        <w:tc>
          <w:tcPr>
            <w:tcW w:w="7000" w:type="dxa"/>
            <w:shd w:val="clear" w:color="auto" w:fill="auto"/>
          </w:tcPr>
          <w:p w:rsidR="00567289" w:rsidRPr="00E44AB2" w:rsidRDefault="00567289" w:rsidP="00663DFE">
            <w:pPr>
              <w:pStyle w:val="TableText"/>
            </w:pPr>
          </w:p>
        </w:tc>
      </w:tr>
      <w:tr w:rsidR="00567289" w:rsidRPr="00E44AB2" w:rsidTr="00663DFE">
        <w:tc>
          <w:tcPr>
            <w:tcW w:w="2127" w:type="dxa"/>
            <w:shd w:val="clear" w:color="auto" w:fill="auto"/>
          </w:tcPr>
          <w:p w:rsidR="00567289" w:rsidRPr="00E44AB2" w:rsidRDefault="00567289" w:rsidP="00663DFE">
            <w:pPr>
              <w:pStyle w:val="TableText"/>
            </w:pPr>
            <w:r w:rsidRPr="00E44AB2">
              <w:t>Mobile number:</w:t>
            </w:r>
          </w:p>
        </w:tc>
        <w:tc>
          <w:tcPr>
            <w:tcW w:w="7000" w:type="dxa"/>
            <w:shd w:val="clear" w:color="auto" w:fill="auto"/>
          </w:tcPr>
          <w:p w:rsidR="00567289" w:rsidRPr="00E44AB2" w:rsidRDefault="00567289" w:rsidP="00663DFE">
            <w:pPr>
              <w:pStyle w:val="TableText"/>
            </w:pPr>
          </w:p>
        </w:tc>
      </w:tr>
      <w:tr w:rsidR="00567289" w:rsidRPr="00BE09FE" w:rsidTr="00663DFE">
        <w:tc>
          <w:tcPr>
            <w:tcW w:w="2127" w:type="dxa"/>
            <w:shd w:val="clear" w:color="auto" w:fill="auto"/>
          </w:tcPr>
          <w:p w:rsidR="00567289" w:rsidRPr="00E44AB2" w:rsidRDefault="00567289" w:rsidP="00663DFE">
            <w:pPr>
              <w:pStyle w:val="TableText"/>
            </w:pPr>
            <w:r w:rsidRPr="00E44AB2">
              <w:t>Email address:</w:t>
            </w:r>
          </w:p>
        </w:tc>
        <w:tc>
          <w:tcPr>
            <w:tcW w:w="7000" w:type="dxa"/>
            <w:shd w:val="clear" w:color="auto" w:fill="auto"/>
          </w:tcPr>
          <w:p w:rsidR="00567289" w:rsidRPr="00E44AB2" w:rsidRDefault="00567289" w:rsidP="00663DFE">
            <w:pPr>
              <w:pStyle w:val="TableText"/>
            </w:pPr>
          </w:p>
        </w:tc>
      </w:tr>
    </w:tbl>
    <w:p w:rsidR="00567289" w:rsidRPr="0024368E" w:rsidRDefault="00567289" w:rsidP="00567289">
      <w:pPr>
        <w:pStyle w:val="BodyTextSpaceAbove"/>
        <w:rPr>
          <w:rStyle w:val="Strong"/>
        </w:rPr>
      </w:pPr>
      <w:r w:rsidRPr="0024368E">
        <w:rPr>
          <w:rStyle w:val="Strong"/>
        </w:rPr>
        <w:t>Please provide details of your relationship to the person on whose behalf you are acting:</w:t>
      </w:r>
    </w:p>
    <w:p w:rsidR="00567289" w:rsidRDefault="00567289" w:rsidP="00567289">
      <w:pPr>
        <w:pStyle w:val="BodyText"/>
      </w:pPr>
      <w:r>
        <w:t xml:space="preserve">Are you a legal representative for the person who received the service? </w:t>
      </w:r>
      <w:r>
        <w:br/>
        <w:t>(</w:t>
      </w:r>
      <w:proofErr w:type="gramStart"/>
      <w:r>
        <w:t>e.g</w:t>
      </w:r>
      <w:proofErr w:type="gramEnd"/>
      <w:r>
        <w:t>. parent of a child under 18 years or guardian –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1"/>
        <w:gridCol w:w="680"/>
        <w:gridCol w:w="851"/>
        <w:gridCol w:w="68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r>
    </w:tbl>
    <w:p w:rsidR="00567289" w:rsidRDefault="00567289" w:rsidP="00567289">
      <w:pPr>
        <w:pStyle w:val="BodyTextSpaceAbove"/>
      </w:pPr>
      <w:r>
        <w:t xml:space="preserve">If </w:t>
      </w:r>
      <w:r w:rsidRPr="0024368E">
        <w:rPr>
          <w:rStyle w:val="Strong"/>
        </w:rPr>
        <w:t>yes</w:t>
      </w:r>
      <w:r>
        <w:t>, please provide details:</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567289">
        <w:trPr>
          <w:trHeight w:val="881"/>
        </w:trPr>
        <w:tc>
          <w:tcPr>
            <w:tcW w:w="7000" w:type="dxa"/>
            <w:shd w:val="clear" w:color="auto" w:fill="auto"/>
          </w:tcPr>
          <w:p w:rsidR="00567289" w:rsidRPr="00E44AB2" w:rsidRDefault="00567289" w:rsidP="00663DFE">
            <w:pPr>
              <w:pStyle w:val="TableText"/>
            </w:pPr>
          </w:p>
        </w:tc>
      </w:tr>
    </w:tbl>
    <w:p w:rsidR="00567289" w:rsidRDefault="00567289" w:rsidP="00567289">
      <w:pPr>
        <w:pStyle w:val="BodyTextSpaceAbove"/>
      </w:pPr>
      <w:r>
        <w:t>Does the person know you are making a complaint on their behalf?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1"/>
        <w:gridCol w:w="680"/>
        <w:gridCol w:w="851"/>
        <w:gridCol w:w="68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r>
    </w:tbl>
    <w:p w:rsidR="00567289" w:rsidRDefault="00567289" w:rsidP="00567289">
      <w:pPr>
        <w:pStyle w:val="BodyTextSpaceAbove"/>
      </w:pPr>
      <w:r>
        <w:t xml:space="preserve">If </w:t>
      </w:r>
      <w:r w:rsidRPr="002C36DA">
        <w:rPr>
          <w:rStyle w:val="Strong"/>
        </w:rPr>
        <w:t>no</w:t>
      </w:r>
      <w:r>
        <w:t>, please provide the reason why:</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567289">
        <w:trPr>
          <w:trHeight w:val="862"/>
        </w:trPr>
        <w:tc>
          <w:tcPr>
            <w:tcW w:w="7000" w:type="dxa"/>
            <w:shd w:val="clear" w:color="auto" w:fill="auto"/>
          </w:tcPr>
          <w:p w:rsidR="00567289" w:rsidRPr="00E44AB2" w:rsidRDefault="00567289" w:rsidP="00663DFE">
            <w:pPr>
              <w:pStyle w:val="TableText"/>
            </w:pPr>
          </w:p>
        </w:tc>
      </w:tr>
    </w:tbl>
    <w:p w:rsidR="00567289" w:rsidRDefault="00567289" w:rsidP="00567289">
      <w:pPr>
        <w:pStyle w:val="BodyTextSpaceAbove"/>
      </w:pPr>
      <w:r>
        <w:t>Are we able to speak with the person who received the service?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1"/>
        <w:gridCol w:w="680"/>
        <w:gridCol w:w="851"/>
        <w:gridCol w:w="68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r>
    </w:tbl>
    <w:p w:rsidR="00567289" w:rsidRDefault="00567289" w:rsidP="00567289">
      <w:pPr>
        <w:pStyle w:val="BodyTextSpaceAbove"/>
      </w:pPr>
      <w:r>
        <w:t xml:space="preserve">If </w:t>
      </w:r>
      <w:r w:rsidRPr="002C36DA">
        <w:rPr>
          <w:rStyle w:val="Strong"/>
        </w:rPr>
        <w:t>no</w:t>
      </w:r>
      <w:r>
        <w:t>, please provide the reason why:</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567289">
        <w:trPr>
          <w:trHeight w:val="855"/>
        </w:trPr>
        <w:tc>
          <w:tcPr>
            <w:tcW w:w="7000" w:type="dxa"/>
            <w:shd w:val="clear" w:color="auto" w:fill="auto"/>
          </w:tcPr>
          <w:p w:rsidR="00567289" w:rsidRPr="00E44AB2" w:rsidRDefault="00567289" w:rsidP="00663DFE">
            <w:pPr>
              <w:pStyle w:val="TableText"/>
            </w:pPr>
          </w:p>
        </w:tc>
      </w:tr>
    </w:tbl>
    <w:p w:rsidR="00567289" w:rsidRPr="00567289" w:rsidRDefault="00567289" w:rsidP="00567289">
      <w:pPr>
        <w:pStyle w:val="Heading1"/>
        <w:rPr>
          <w:color w:val="0083A9"/>
        </w:rPr>
      </w:pPr>
      <w:r w:rsidRPr="00567289">
        <w:rPr>
          <w:color w:val="0083A9"/>
        </w:rPr>
        <w:lastRenderedPageBreak/>
        <w:t xml:space="preserve">Section 3: Other person’s consent for feedback </w:t>
      </w:r>
      <w:r w:rsidRPr="00567289">
        <w:rPr>
          <w:color w:val="0083A9"/>
        </w:rPr>
        <w:br/>
        <w:t>made on their behalf</w:t>
      </w:r>
    </w:p>
    <w:p w:rsidR="00567289" w:rsidRDefault="00567289" w:rsidP="00567289">
      <w:pPr>
        <w:pStyle w:val="BodyText"/>
      </w:pPr>
      <w:r>
        <w:t>If you are providing this feedback on another person’s behalf, we require the consent of the other person to obtain and pass on personal information relevant to this feedback. Please provide evidence of this consent when submitting this form, e.g. signed consent (as provided below) from the person on whose behalf you are acting.</w:t>
      </w:r>
    </w:p>
    <w:p w:rsidR="00567289" w:rsidRDefault="00567289" w:rsidP="00567289">
      <w:pPr>
        <w:pStyle w:val="BodyText"/>
      </w:pPr>
      <w:r>
        <w:t>I, [insert name of person giving consent] give permission to [insert name of person receiving consent] to provide or collect relevant information on my behalf to assist with this complaint/compliment or feedback, as necessary.</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51"/>
        <w:gridCol w:w="3482"/>
        <w:gridCol w:w="1451"/>
        <w:gridCol w:w="2756"/>
      </w:tblGrid>
      <w:tr w:rsidR="00567289" w:rsidRPr="00F65D9F" w:rsidTr="00663DFE">
        <w:trPr>
          <w:trHeight w:val="851"/>
        </w:trPr>
        <w:tc>
          <w:tcPr>
            <w:tcW w:w="1418" w:type="dxa"/>
            <w:shd w:val="clear" w:color="auto" w:fill="auto"/>
          </w:tcPr>
          <w:p w:rsidR="00567289" w:rsidRPr="00F65D9F" w:rsidRDefault="00567289" w:rsidP="00663DFE">
            <w:pPr>
              <w:pStyle w:val="TableText"/>
            </w:pPr>
            <w:r>
              <w:t>Signature:</w:t>
            </w:r>
          </w:p>
        </w:tc>
        <w:tc>
          <w:tcPr>
            <w:tcW w:w="3402" w:type="dxa"/>
            <w:shd w:val="clear" w:color="auto" w:fill="auto"/>
          </w:tcPr>
          <w:p w:rsidR="00567289" w:rsidRPr="00F65D9F" w:rsidRDefault="00567289" w:rsidP="00663DFE">
            <w:pPr>
              <w:pStyle w:val="TableText"/>
            </w:pPr>
          </w:p>
        </w:tc>
        <w:tc>
          <w:tcPr>
            <w:tcW w:w="1418" w:type="dxa"/>
            <w:shd w:val="clear" w:color="auto" w:fill="auto"/>
          </w:tcPr>
          <w:p w:rsidR="00567289" w:rsidRPr="00F65D9F" w:rsidRDefault="00567289" w:rsidP="00663DFE">
            <w:pPr>
              <w:pStyle w:val="TableText"/>
            </w:pPr>
            <w:r>
              <w:t>Date:</w:t>
            </w:r>
          </w:p>
        </w:tc>
        <w:tc>
          <w:tcPr>
            <w:tcW w:w="2693" w:type="dxa"/>
            <w:shd w:val="clear" w:color="auto" w:fill="auto"/>
          </w:tcPr>
          <w:p w:rsidR="00567289" w:rsidRPr="00F65D9F" w:rsidRDefault="00567289" w:rsidP="00663DFE">
            <w:pPr>
              <w:pStyle w:val="TableText"/>
            </w:pPr>
          </w:p>
        </w:tc>
      </w:tr>
    </w:tbl>
    <w:p w:rsidR="00567289" w:rsidRPr="00567289" w:rsidRDefault="00567289" w:rsidP="00567289">
      <w:pPr>
        <w:pStyle w:val="Heading1"/>
        <w:rPr>
          <w:color w:val="0083A9"/>
        </w:rPr>
      </w:pPr>
      <w:r w:rsidRPr="00567289">
        <w:rPr>
          <w:color w:val="0083A9"/>
        </w:rPr>
        <w:t>Section 4: Please provide details of the service that the feedback concerns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86"/>
        <w:gridCol w:w="5397"/>
      </w:tblGrid>
      <w:tr w:rsidR="00567289" w:rsidRPr="00861DFC" w:rsidTr="007C36DA">
        <w:trPr>
          <w:trHeight w:val="680"/>
        </w:trPr>
        <w:tc>
          <w:tcPr>
            <w:tcW w:w="3686" w:type="dxa"/>
            <w:shd w:val="clear" w:color="auto" w:fill="auto"/>
          </w:tcPr>
          <w:p w:rsidR="00567289" w:rsidRPr="00861DFC" w:rsidRDefault="00567289" w:rsidP="007C36DA">
            <w:pPr>
              <w:pStyle w:val="TableText"/>
            </w:pPr>
            <w:r w:rsidRPr="00861DFC">
              <w:t xml:space="preserve">Name of the </w:t>
            </w:r>
            <w:r w:rsidR="007C36DA">
              <w:t>organisation/</w:t>
            </w:r>
            <w:r w:rsidRPr="00861DFC">
              <w:t>service:</w:t>
            </w:r>
          </w:p>
        </w:tc>
        <w:tc>
          <w:tcPr>
            <w:tcW w:w="5397" w:type="dxa"/>
            <w:shd w:val="clear" w:color="auto" w:fill="auto"/>
          </w:tcPr>
          <w:p w:rsidR="00567289" w:rsidRPr="00861DFC" w:rsidRDefault="00567289" w:rsidP="00663DFE">
            <w:pPr>
              <w:pStyle w:val="TableText"/>
            </w:pPr>
          </w:p>
        </w:tc>
      </w:tr>
      <w:tr w:rsidR="00567289" w:rsidRPr="00861DFC" w:rsidTr="007C36DA">
        <w:trPr>
          <w:trHeight w:val="680"/>
        </w:trPr>
        <w:tc>
          <w:tcPr>
            <w:tcW w:w="3686" w:type="dxa"/>
            <w:shd w:val="clear" w:color="auto" w:fill="auto"/>
          </w:tcPr>
          <w:p w:rsidR="00567289" w:rsidRPr="00861DFC" w:rsidRDefault="007C36DA" w:rsidP="007C36DA">
            <w:pPr>
              <w:pStyle w:val="TableText"/>
            </w:pPr>
            <w:r>
              <w:t>L</w:t>
            </w:r>
            <w:r w:rsidR="00567289" w:rsidRPr="00861DFC">
              <w:t xml:space="preserve">ocation of </w:t>
            </w:r>
            <w:r>
              <w:t>organisation/</w:t>
            </w:r>
            <w:r w:rsidR="00567289" w:rsidRPr="00861DFC">
              <w:t>service:</w:t>
            </w:r>
          </w:p>
        </w:tc>
        <w:tc>
          <w:tcPr>
            <w:tcW w:w="5397" w:type="dxa"/>
            <w:shd w:val="clear" w:color="auto" w:fill="auto"/>
          </w:tcPr>
          <w:p w:rsidR="00567289" w:rsidRPr="00861DFC" w:rsidRDefault="00567289" w:rsidP="00663DFE">
            <w:pPr>
              <w:pStyle w:val="TableText"/>
            </w:pPr>
          </w:p>
        </w:tc>
      </w:tr>
      <w:tr w:rsidR="00567289" w:rsidRPr="00BE09FE" w:rsidTr="007C36DA">
        <w:trPr>
          <w:trHeight w:val="680"/>
        </w:trPr>
        <w:tc>
          <w:tcPr>
            <w:tcW w:w="3686" w:type="dxa"/>
            <w:shd w:val="clear" w:color="auto" w:fill="auto"/>
          </w:tcPr>
          <w:p w:rsidR="00567289" w:rsidRPr="00861DFC" w:rsidRDefault="00567289" w:rsidP="00663DFE">
            <w:pPr>
              <w:pStyle w:val="TableText"/>
            </w:pPr>
            <w:r w:rsidRPr="00861DFC">
              <w:t xml:space="preserve">Contact person’s name and position in the </w:t>
            </w:r>
            <w:r w:rsidR="007C36DA">
              <w:t>organisation/</w:t>
            </w:r>
            <w:r w:rsidRPr="00861DFC">
              <w:t>service:</w:t>
            </w:r>
          </w:p>
        </w:tc>
        <w:tc>
          <w:tcPr>
            <w:tcW w:w="5397" w:type="dxa"/>
            <w:shd w:val="clear" w:color="auto" w:fill="auto"/>
          </w:tcPr>
          <w:p w:rsidR="00567289" w:rsidRPr="00861DFC" w:rsidRDefault="00567289" w:rsidP="00663DFE">
            <w:pPr>
              <w:pStyle w:val="TableText"/>
            </w:pPr>
          </w:p>
        </w:tc>
      </w:tr>
    </w:tbl>
    <w:p w:rsidR="00567289" w:rsidRPr="007C36DA" w:rsidRDefault="00567289" w:rsidP="00567289">
      <w:pPr>
        <w:pStyle w:val="Heading1"/>
        <w:rPr>
          <w:color w:val="0083A9"/>
        </w:rPr>
      </w:pPr>
      <w:r w:rsidRPr="007C36DA">
        <w:rPr>
          <w:color w:val="0083A9"/>
        </w:rPr>
        <w:t xml:space="preserve">Section 5: Please state your </w:t>
      </w:r>
      <w:r w:rsidR="007C36DA">
        <w:rPr>
          <w:color w:val="0083A9"/>
        </w:rPr>
        <w:t xml:space="preserve">compliments, </w:t>
      </w:r>
      <w:r w:rsidRPr="007C36DA">
        <w:rPr>
          <w:color w:val="0083A9"/>
        </w:rPr>
        <w:t>concerns</w:t>
      </w:r>
      <w:r w:rsidR="007C36DA">
        <w:rPr>
          <w:color w:val="0083A9"/>
        </w:rPr>
        <w:t xml:space="preserve"> and/or feedback</w:t>
      </w:r>
    </w:p>
    <w:p w:rsidR="00567289" w:rsidRDefault="00567289" w:rsidP="00567289">
      <w:pPr>
        <w:pStyle w:val="BodyText"/>
      </w:pPr>
      <w:r>
        <w:t xml:space="preserve">Please provide </w:t>
      </w:r>
      <w:r w:rsidR="007C36DA">
        <w:t>details</w:t>
      </w:r>
      <w:r>
        <w:t>, including what events led to making the complaint, compliment or feedback, approximate dates and who was involved.</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663DFE">
        <w:trPr>
          <w:trHeight w:val="2421"/>
        </w:trPr>
        <w:tc>
          <w:tcPr>
            <w:tcW w:w="9184" w:type="dxa"/>
            <w:shd w:val="clear" w:color="auto" w:fill="auto"/>
          </w:tcPr>
          <w:p w:rsidR="00567289" w:rsidRPr="00E44AB2" w:rsidRDefault="00567289" w:rsidP="00663DFE">
            <w:pPr>
              <w:pStyle w:val="TableText"/>
            </w:pPr>
          </w:p>
        </w:tc>
      </w:tr>
    </w:tbl>
    <w:p w:rsidR="00567289" w:rsidRPr="007C36DA" w:rsidRDefault="00567289" w:rsidP="00567289">
      <w:pPr>
        <w:pStyle w:val="Heading1"/>
        <w:rPr>
          <w:color w:val="0083A9"/>
        </w:rPr>
      </w:pPr>
      <w:r w:rsidRPr="007C36DA">
        <w:rPr>
          <w:color w:val="0083A9"/>
        </w:rPr>
        <w:lastRenderedPageBreak/>
        <w:t xml:space="preserve">Section 6: What action have you already taken in relation </w:t>
      </w:r>
      <w:r w:rsidRPr="007C36DA">
        <w:rPr>
          <w:color w:val="0083A9"/>
        </w:rPr>
        <w:br/>
        <w:t xml:space="preserve">to this </w:t>
      </w:r>
      <w:r w:rsidR="007C36DA">
        <w:rPr>
          <w:color w:val="0083A9"/>
        </w:rPr>
        <w:t>matter</w:t>
      </w:r>
      <w:r w:rsidRPr="007C36DA">
        <w:rPr>
          <w:color w:val="0083A9"/>
        </w:rPr>
        <w:t>?</w:t>
      </w:r>
    </w:p>
    <w:p w:rsidR="00567289" w:rsidRDefault="00567289" w:rsidP="00567289">
      <w:pPr>
        <w:pStyle w:val="BodyText"/>
      </w:pPr>
      <w:r>
        <w:t xml:space="preserve">Have you discussed your concerns with the </w:t>
      </w:r>
      <w:r w:rsidR="007C36DA">
        <w:t>organisation/</w:t>
      </w:r>
      <w:r>
        <w:t>service or another agency or person for assistance with these concerns</w:t>
      </w:r>
      <w:r w:rsidR="007C36DA">
        <w:t xml:space="preserve"> e.g. ADACAS</w:t>
      </w:r>
      <w:r>
        <w:t>? (Indicate your response with an X)</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1"/>
        <w:gridCol w:w="680"/>
        <w:gridCol w:w="851"/>
        <w:gridCol w:w="680"/>
      </w:tblGrid>
      <w:tr w:rsidR="00567289" w:rsidRPr="00F65D9F" w:rsidTr="00663DFE">
        <w:tc>
          <w:tcPr>
            <w:tcW w:w="851" w:type="dxa"/>
            <w:shd w:val="clear" w:color="auto" w:fill="auto"/>
          </w:tcPr>
          <w:p w:rsidR="00567289" w:rsidRPr="00F65D9F" w:rsidRDefault="00567289" w:rsidP="00663DFE">
            <w:pPr>
              <w:pStyle w:val="TableText"/>
            </w:pPr>
            <w:r>
              <w:t>yes</w:t>
            </w:r>
          </w:p>
        </w:tc>
        <w:tc>
          <w:tcPr>
            <w:tcW w:w="680" w:type="dxa"/>
            <w:shd w:val="clear" w:color="auto" w:fill="auto"/>
          </w:tcPr>
          <w:p w:rsidR="00567289" w:rsidRPr="00F65D9F" w:rsidRDefault="00567289" w:rsidP="00663DFE">
            <w:pPr>
              <w:pStyle w:val="TableText"/>
            </w:pPr>
          </w:p>
        </w:tc>
        <w:tc>
          <w:tcPr>
            <w:tcW w:w="851" w:type="dxa"/>
            <w:shd w:val="clear" w:color="auto" w:fill="auto"/>
          </w:tcPr>
          <w:p w:rsidR="00567289" w:rsidRPr="00F65D9F" w:rsidRDefault="00567289" w:rsidP="00663DFE">
            <w:pPr>
              <w:pStyle w:val="TableText"/>
            </w:pPr>
            <w:r>
              <w:t>no</w:t>
            </w:r>
          </w:p>
        </w:tc>
        <w:tc>
          <w:tcPr>
            <w:tcW w:w="680" w:type="dxa"/>
            <w:shd w:val="clear" w:color="auto" w:fill="auto"/>
          </w:tcPr>
          <w:p w:rsidR="00567289" w:rsidRPr="00F65D9F" w:rsidRDefault="00567289" w:rsidP="00663DFE">
            <w:pPr>
              <w:pStyle w:val="TableText"/>
            </w:pPr>
          </w:p>
        </w:tc>
      </w:tr>
    </w:tbl>
    <w:p w:rsidR="00567289" w:rsidRDefault="00567289" w:rsidP="00567289">
      <w:pPr>
        <w:pStyle w:val="BodyTextSpaceAbove"/>
        <w:keepNext/>
      </w:pPr>
      <w:r>
        <w:t xml:space="preserve">If </w:t>
      </w:r>
      <w:r w:rsidRPr="00735EBA">
        <w:rPr>
          <w:rStyle w:val="Strong"/>
        </w:rPr>
        <w:t>yes</w:t>
      </w:r>
      <w:r>
        <w:t>, with whom and what was the outcome?</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663DFE">
        <w:trPr>
          <w:trHeight w:val="1701"/>
        </w:trPr>
        <w:tc>
          <w:tcPr>
            <w:tcW w:w="7000" w:type="dxa"/>
            <w:shd w:val="clear" w:color="auto" w:fill="auto"/>
          </w:tcPr>
          <w:p w:rsidR="00567289" w:rsidRPr="00E44AB2" w:rsidRDefault="00567289" w:rsidP="00663DFE">
            <w:pPr>
              <w:pStyle w:val="TableText"/>
            </w:pPr>
          </w:p>
        </w:tc>
      </w:tr>
    </w:tbl>
    <w:p w:rsidR="00567289" w:rsidRPr="007C36DA" w:rsidRDefault="00567289" w:rsidP="00567289">
      <w:pPr>
        <w:pStyle w:val="Heading1"/>
        <w:rPr>
          <w:color w:val="0083A9"/>
        </w:rPr>
      </w:pPr>
      <w:r w:rsidRPr="007C36DA">
        <w:rPr>
          <w:color w:val="0083A9"/>
        </w:rPr>
        <w:t>Section 7: What outcomes would you like as a result of providing your feedback?</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40"/>
      </w:tblGrid>
      <w:tr w:rsidR="00567289" w:rsidRPr="00E44AB2" w:rsidTr="00663DFE">
        <w:trPr>
          <w:trHeight w:val="1701"/>
        </w:trPr>
        <w:tc>
          <w:tcPr>
            <w:tcW w:w="7000" w:type="dxa"/>
            <w:shd w:val="clear" w:color="auto" w:fill="auto"/>
          </w:tcPr>
          <w:p w:rsidR="00567289" w:rsidRPr="00E44AB2" w:rsidRDefault="00567289" w:rsidP="00663DFE">
            <w:pPr>
              <w:pStyle w:val="TableText"/>
            </w:pPr>
          </w:p>
        </w:tc>
      </w:tr>
    </w:tbl>
    <w:p w:rsidR="00567289" w:rsidRPr="007C36DA" w:rsidRDefault="00567289" w:rsidP="00567289">
      <w:pPr>
        <w:pStyle w:val="Heading1"/>
        <w:rPr>
          <w:color w:val="0083A9"/>
        </w:rPr>
      </w:pPr>
      <w:r w:rsidRPr="007C36DA">
        <w:rPr>
          <w:color w:val="0083A9"/>
        </w:rPr>
        <w:t>Section 8: Privacy</w:t>
      </w:r>
    </w:p>
    <w:p w:rsidR="00567289" w:rsidRDefault="007C36DA" w:rsidP="00567289">
      <w:pPr>
        <w:pStyle w:val="BodyText"/>
      </w:pPr>
      <w:r>
        <w:t>ACT Mental Health Consumer Network</w:t>
      </w:r>
      <w:r w:rsidR="00567289">
        <w:t xml:space="preserve"> is committed to protecting your privacy. We collect and handle personal information that you provide on this feedback form for the purpose of investigating and responding.</w:t>
      </w:r>
    </w:p>
    <w:p w:rsidR="00567289" w:rsidRDefault="00567289" w:rsidP="00567289">
      <w:pPr>
        <w:pStyle w:val="BodyText"/>
      </w:pPr>
      <w:r>
        <w:t xml:space="preserve">The </w:t>
      </w:r>
      <w:r w:rsidR="007C36DA">
        <w:t>Network</w:t>
      </w:r>
      <w:r>
        <w:t xml:space="preserve"> will only use your information in accordance with relevant privacy and other laws</w:t>
      </w:r>
      <w:r w:rsidR="007C36DA">
        <w:t xml:space="preserve">, including our </w:t>
      </w:r>
      <w:r w:rsidR="007C36DA" w:rsidRPr="007C36DA">
        <w:t>Privacy and Confidentiality</w:t>
      </w:r>
      <w:r w:rsidR="007C36DA">
        <w:t xml:space="preserve">, </w:t>
      </w:r>
      <w:r w:rsidR="007C36DA" w:rsidRPr="007C36DA">
        <w:t>Feedback and Complaints</w:t>
      </w:r>
      <w:r w:rsidR="007C36DA">
        <w:t xml:space="preserve"> and other related</w:t>
      </w:r>
      <w:r w:rsidR="007C36DA" w:rsidRPr="007C36DA">
        <w:t xml:space="preserve"> </w:t>
      </w:r>
      <w:r w:rsidR="007C36DA">
        <w:t>policies, i</w:t>
      </w:r>
      <w:r>
        <w:t>n order for us to provide</w:t>
      </w:r>
      <w:r w:rsidR="007C36DA">
        <w:t xml:space="preserve"> and advocate for improved programs,</w:t>
      </w:r>
      <w:r>
        <w:t xml:space="preserve"> services</w:t>
      </w:r>
      <w:r w:rsidR="007C36DA">
        <w:t xml:space="preserve"> and other supports</w:t>
      </w:r>
      <w:r>
        <w:t xml:space="preserve"> effectively and efficiently.</w:t>
      </w:r>
    </w:p>
    <w:p w:rsidR="00567289" w:rsidRDefault="00567289" w:rsidP="00567289">
      <w:pPr>
        <w:pStyle w:val="BodyText"/>
      </w:pPr>
      <w:r>
        <w:t xml:space="preserve">If you choose to remain anonymous, </w:t>
      </w:r>
      <w:r w:rsidR="007C36DA">
        <w:t xml:space="preserve">the Network </w:t>
      </w:r>
      <w:r>
        <w:t xml:space="preserve">may be unable to deliver the full range of </w:t>
      </w:r>
      <w:r w:rsidR="007C36DA">
        <w:t>outcomes</w:t>
      </w:r>
      <w:r>
        <w:t xml:space="preserve"> you </w:t>
      </w:r>
      <w:r w:rsidR="007C36DA">
        <w:t>would like to occur</w:t>
      </w:r>
      <w:r>
        <w:t>.</w:t>
      </w:r>
    </w:p>
    <w:p w:rsidR="00567289" w:rsidRDefault="00567289" w:rsidP="00567289">
      <w:pPr>
        <w:pStyle w:val="BodyText"/>
      </w:pPr>
      <w:r>
        <w:t xml:space="preserve">If you wish to contact </w:t>
      </w:r>
      <w:r w:rsidR="00832177">
        <w:t>the Executive Officer,</w:t>
      </w:r>
      <w:r>
        <w:t xml:space="preserve"> who </w:t>
      </w:r>
      <w:r w:rsidR="00832177">
        <w:t>is</w:t>
      </w:r>
      <w:r>
        <w:t xml:space="preserve"> responsible for managing the personal information that you provide on this form, please call </w:t>
      </w:r>
      <w:r w:rsidR="00832177">
        <w:t xml:space="preserve">02 6230 5796. Email </w:t>
      </w:r>
      <w:hyperlink r:id="rId8" w:history="1">
        <w:r w:rsidR="00832177" w:rsidRPr="00680E1F">
          <w:rPr>
            <w:rStyle w:val="Hyperlink"/>
          </w:rPr>
          <w:t>executive@actmhcn.org.au</w:t>
        </w:r>
      </w:hyperlink>
      <w:r w:rsidR="00832177">
        <w:t xml:space="preserve"> or Drop-In Monday-Friday between 11am-1pm at Level 1, Room 11 Griffin Centre, </w:t>
      </w:r>
      <w:proofErr w:type="gramStart"/>
      <w:r w:rsidR="00832177">
        <w:t>20</w:t>
      </w:r>
      <w:proofErr w:type="gramEnd"/>
      <w:r w:rsidR="00832177">
        <w:t xml:space="preserve"> </w:t>
      </w:r>
      <w:proofErr w:type="spellStart"/>
      <w:r w:rsidR="00832177">
        <w:t>Genge</w:t>
      </w:r>
      <w:proofErr w:type="spellEnd"/>
      <w:r w:rsidR="00832177">
        <w:t xml:space="preserve"> Street, Canberra</w:t>
      </w:r>
      <w:r>
        <w:t>.</w:t>
      </w:r>
    </w:p>
    <w:p w:rsidR="00567289" w:rsidRDefault="00567289" w:rsidP="00567289">
      <w:pPr>
        <w:pStyle w:val="BodyText"/>
      </w:pPr>
      <w:r>
        <w:lastRenderedPageBreak/>
        <w:t>You also have the right to access your information and seek its correction under the</w:t>
      </w:r>
      <w:r w:rsidR="00832177">
        <w:rPr>
          <w:rStyle w:val="Emphasis"/>
        </w:rPr>
        <w:t xml:space="preserve"> Freedom of Information Act 2016 </w:t>
      </w:r>
      <w:r w:rsidR="00832177">
        <w:rPr>
          <w:rStyle w:val="Emphasis"/>
          <w:i w:val="0"/>
        </w:rPr>
        <w:t>(ACT)</w:t>
      </w:r>
      <w:r>
        <w:t>.</w:t>
      </w:r>
      <w:r w:rsidR="00832177">
        <w:t xml:space="preserve"> Due to the limited nature of information we retain, in most cases we do not require you to make an application under the Act provided you can show identification. </w:t>
      </w:r>
      <w:r>
        <w:t xml:space="preserve"> </w:t>
      </w:r>
      <w:r w:rsidR="00832177">
        <w:t>Cases in which an application must be made include but are not limited to instances where releasing information or allowing changes to be made may place another vulnerable person at risk.</w:t>
      </w:r>
    </w:p>
    <w:p w:rsidR="00567289" w:rsidRPr="00832177" w:rsidRDefault="00567289" w:rsidP="00567289">
      <w:pPr>
        <w:pStyle w:val="Heading1"/>
        <w:rPr>
          <w:color w:val="0083A9"/>
        </w:rPr>
      </w:pPr>
      <w:r w:rsidRPr="00832177">
        <w:rPr>
          <w:color w:val="0083A9"/>
        </w:rPr>
        <w:t>Section 9: Declaration</w:t>
      </w:r>
    </w:p>
    <w:p w:rsidR="00567289" w:rsidRDefault="00832177" w:rsidP="00567289">
      <w:pPr>
        <w:pStyle w:val="BodyText"/>
      </w:pPr>
      <w:r>
        <w:t>I declare that the information I have provided on this form is</w:t>
      </w:r>
      <w:r w:rsidR="00567289">
        <w:t xml:space="preserve"> true and correct</w:t>
      </w:r>
      <w:r>
        <w:t>, to the best of my knowledge</w:t>
      </w:r>
      <w:r w:rsidR="00567289">
        <w:t>.</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56"/>
        <w:gridCol w:w="3478"/>
        <w:gridCol w:w="1453"/>
        <w:gridCol w:w="2753"/>
      </w:tblGrid>
      <w:tr w:rsidR="00567289" w:rsidRPr="00F65D9F" w:rsidTr="00663DFE">
        <w:trPr>
          <w:trHeight w:val="851"/>
        </w:trPr>
        <w:tc>
          <w:tcPr>
            <w:tcW w:w="1459" w:type="dxa"/>
            <w:shd w:val="clear" w:color="auto" w:fill="auto"/>
          </w:tcPr>
          <w:p w:rsidR="00567289" w:rsidRPr="00F65D9F" w:rsidRDefault="00567289" w:rsidP="00663DFE">
            <w:pPr>
              <w:pStyle w:val="TableText"/>
            </w:pPr>
            <w:r>
              <w:t>Signature:</w:t>
            </w:r>
          </w:p>
        </w:tc>
        <w:tc>
          <w:tcPr>
            <w:tcW w:w="3498" w:type="dxa"/>
            <w:shd w:val="clear" w:color="auto" w:fill="auto"/>
          </w:tcPr>
          <w:p w:rsidR="00567289" w:rsidRPr="00F65D9F" w:rsidRDefault="00567289" w:rsidP="00663DFE">
            <w:pPr>
              <w:pStyle w:val="TableText"/>
            </w:pPr>
          </w:p>
        </w:tc>
        <w:tc>
          <w:tcPr>
            <w:tcW w:w="1458" w:type="dxa"/>
            <w:shd w:val="clear" w:color="auto" w:fill="auto"/>
          </w:tcPr>
          <w:p w:rsidR="00567289" w:rsidRPr="00F65D9F" w:rsidRDefault="00567289" w:rsidP="00663DFE">
            <w:pPr>
              <w:pStyle w:val="TableText"/>
            </w:pPr>
            <w:r>
              <w:t>Date:</w:t>
            </w:r>
          </w:p>
        </w:tc>
        <w:tc>
          <w:tcPr>
            <w:tcW w:w="2769" w:type="dxa"/>
            <w:shd w:val="clear" w:color="auto" w:fill="auto"/>
          </w:tcPr>
          <w:p w:rsidR="00567289" w:rsidRPr="00F65D9F" w:rsidRDefault="00567289" w:rsidP="00663DFE">
            <w:pPr>
              <w:pStyle w:val="TableText"/>
            </w:pPr>
          </w:p>
        </w:tc>
      </w:tr>
    </w:tbl>
    <w:p w:rsidR="00832177" w:rsidRDefault="00832177">
      <w:pPr>
        <w:rPr>
          <w:rStyle w:val="Strong"/>
        </w:rPr>
      </w:pPr>
    </w:p>
    <w:p w:rsidR="00DB1A77" w:rsidRDefault="00567289">
      <w:r w:rsidRPr="00614FA5">
        <w:rPr>
          <w:rStyle w:val="Strong"/>
        </w:rPr>
        <w:t xml:space="preserve">Thank you for taking the time to provide feedback about our </w:t>
      </w:r>
      <w:r w:rsidR="00832177">
        <w:rPr>
          <w:rStyle w:val="Strong"/>
        </w:rPr>
        <w:t xml:space="preserve">organisation, or </w:t>
      </w:r>
      <w:r w:rsidR="00832177">
        <w:t>another mental health related service in the ACT</w:t>
      </w:r>
      <w:r w:rsidRPr="00614FA5">
        <w:rPr>
          <w:rStyle w:val="Strong"/>
        </w:rPr>
        <w:t>.</w:t>
      </w:r>
    </w:p>
    <w:p w:rsidR="00DB1A77" w:rsidRDefault="00DB1A77"/>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9032CC" w:rsidRDefault="009032CC"/>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p w:rsidR="00DB1A77" w:rsidRDefault="00DB1A77"/>
    <w:sectPr w:rsidR="00DB1A77" w:rsidSect="00256003">
      <w:headerReference w:type="default" r:id="rId9"/>
      <w:footerReference w:type="default" r:id="rId10"/>
      <w:headerReference w:type="first" r:id="rId11"/>
      <w:footerReference w:type="first" r:id="rId12"/>
      <w:pgSz w:w="11906" w:h="16838"/>
      <w:pgMar w:top="1440" w:right="1440" w:bottom="1440" w:left="1440" w:header="708" w:footer="243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289" w:rsidRDefault="00567289" w:rsidP="00DB1A77">
      <w:pPr>
        <w:spacing w:after="0" w:line="240" w:lineRule="auto"/>
      </w:pPr>
      <w:r>
        <w:separator/>
      </w:r>
    </w:p>
  </w:endnote>
  <w:endnote w:type="continuationSeparator" w:id="0">
    <w:p w:rsidR="00567289" w:rsidRDefault="00567289" w:rsidP="00DB1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03" w:rsidRDefault="00256003">
    <w:pPr>
      <w:pStyle w:val="Footer"/>
    </w:pPr>
  </w:p>
  <w:p w:rsidR="00256003" w:rsidRDefault="002560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03" w:rsidRDefault="00256003">
    <w:pPr>
      <w:pStyle w:val="Footer"/>
    </w:pPr>
  </w:p>
  <w:p w:rsidR="00256003" w:rsidRDefault="00256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289" w:rsidRDefault="00567289" w:rsidP="00DB1A77">
      <w:pPr>
        <w:spacing w:after="0" w:line="240" w:lineRule="auto"/>
      </w:pPr>
      <w:r>
        <w:separator/>
      </w:r>
    </w:p>
  </w:footnote>
  <w:footnote w:type="continuationSeparator" w:id="0">
    <w:p w:rsidR="00567289" w:rsidRDefault="00567289" w:rsidP="00DB1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CC" w:rsidRDefault="009032CC">
    <w:pPr>
      <w:pStyle w:val="Header"/>
    </w:pPr>
    <w:r>
      <w:rPr>
        <w:noProof/>
        <w:lang w:eastAsia="en-AU"/>
      </w:rPr>
      <w:drawing>
        <wp:anchor distT="0" distB="0" distL="114300" distR="114300" simplePos="0" relativeHeight="251659264" behindDoc="1" locked="0" layoutInCell="1" allowOverlap="1" wp14:anchorId="517B7597" wp14:editId="085B08F6">
          <wp:simplePos x="0" y="0"/>
          <wp:positionH relativeFrom="column">
            <wp:posOffset>-906780</wp:posOffset>
          </wp:positionH>
          <wp:positionV relativeFrom="paragraph">
            <wp:posOffset>-380678</wp:posOffset>
          </wp:positionV>
          <wp:extent cx="7536454" cy="10658902"/>
          <wp:effectExtent l="0" t="0" r="7620" b="9525"/>
          <wp:wrapNone/>
          <wp:docPr id="6" name="Picture 6" descr="J:\My Documents\ACTMCHN\Letterheads_margins_3m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My Documents\ACTMCHN\Letterheads_margins_3mm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454" cy="1065890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CC" w:rsidRDefault="009032CC">
    <w:pPr>
      <w:pStyle w:val="Header"/>
    </w:pPr>
    <w:r>
      <w:rPr>
        <w:noProof/>
        <w:lang w:eastAsia="en-AU"/>
      </w:rPr>
      <w:drawing>
        <wp:anchor distT="0" distB="0" distL="114300" distR="114300" simplePos="0" relativeHeight="251658240" behindDoc="1" locked="0" layoutInCell="1" allowOverlap="1" wp14:anchorId="277381E9" wp14:editId="154B987F">
          <wp:simplePos x="0" y="0"/>
          <wp:positionH relativeFrom="column">
            <wp:posOffset>-941696</wp:posOffset>
          </wp:positionH>
          <wp:positionV relativeFrom="paragraph">
            <wp:posOffset>-476877</wp:posOffset>
          </wp:positionV>
          <wp:extent cx="7584704" cy="10727141"/>
          <wp:effectExtent l="0" t="0" r="0" b="0"/>
          <wp:wrapNone/>
          <wp:docPr id="5" name="Picture 5" descr="J:\My Documents\ACTMCHN\Letterheads_margins_3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My Documents\ACTMCHN\Letterheads_margins_3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4703" cy="10727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289"/>
    <w:rsid w:val="00256003"/>
    <w:rsid w:val="00365A9B"/>
    <w:rsid w:val="00567289"/>
    <w:rsid w:val="007C36DA"/>
    <w:rsid w:val="00832177"/>
    <w:rsid w:val="009032CC"/>
    <w:rsid w:val="00A3780F"/>
    <w:rsid w:val="00DB1A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1"/>
    <w:qFormat/>
    <w:rsid w:val="00567289"/>
    <w:pPr>
      <w:keepNext/>
      <w:keepLines/>
      <w:spacing w:before="480" w:after="120" w:line="240" w:lineRule="auto"/>
      <w:outlineLvl w:val="0"/>
    </w:pPr>
    <w:rPr>
      <w:rFonts w:ascii="Arial" w:eastAsia="Times New Roman" w:hAnsi="Arial" w:cs="Times New Roman"/>
      <w:bCs/>
      <w:color w:val="007D4B"/>
      <w:sz w:val="32"/>
      <w:szCs w:val="32"/>
    </w:rPr>
  </w:style>
  <w:style w:type="paragraph" w:styleId="Heading2">
    <w:name w:val="heading 2"/>
    <w:next w:val="Normal"/>
    <w:link w:val="Heading2Char"/>
    <w:uiPriority w:val="1"/>
    <w:qFormat/>
    <w:rsid w:val="00567289"/>
    <w:pPr>
      <w:keepNext/>
      <w:keepLines/>
      <w:spacing w:before="360" w:after="120" w:line="320" w:lineRule="atLeast"/>
      <w:outlineLvl w:val="1"/>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A77"/>
  </w:style>
  <w:style w:type="paragraph" w:styleId="Footer">
    <w:name w:val="footer"/>
    <w:basedOn w:val="Normal"/>
    <w:link w:val="FooterChar"/>
    <w:uiPriority w:val="99"/>
    <w:unhideWhenUsed/>
    <w:rsid w:val="00DB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A77"/>
  </w:style>
  <w:style w:type="paragraph" w:styleId="BalloonText">
    <w:name w:val="Balloon Text"/>
    <w:basedOn w:val="Normal"/>
    <w:link w:val="BalloonTextChar"/>
    <w:uiPriority w:val="99"/>
    <w:semiHidden/>
    <w:unhideWhenUsed/>
    <w:rsid w:val="00DB1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77"/>
    <w:rPr>
      <w:rFonts w:ascii="Tahoma" w:hAnsi="Tahoma" w:cs="Tahoma"/>
      <w:sz w:val="16"/>
      <w:szCs w:val="16"/>
    </w:rPr>
  </w:style>
  <w:style w:type="character" w:customStyle="1" w:styleId="Heading1Char">
    <w:name w:val="Heading 1 Char"/>
    <w:basedOn w:val="DefaultParagraphFont"/>
    <w:link w:val="Heading1"/>
    <w:uiPriority w:val="1"/>
    <w:rsid w:val="00567289"/>
    <w:rPr>
      <w:rFonts w:ascii="Arial" w:eastAsia="Times New Roman" w:hAnsi="Arial" w:cs="Times New Roman"/>
      <w:bCs/>
      <w:color w:val="007D4B"/>
      <w:sz w:val="32"/>
      <w:szCs w:val="32"/>
    </w:rPr>
  </w:style>
  <w:style w:type="character" w:customStyle="1" w:styleId="Heading2Char">
    <w:name w:val="Heading 2 Char"/>
    <w:basedOn w:val="DefaultParagraphFont"/>
    <w:link w:val="Heading2"/>
    <w:uiPriority w:val="1"/>
    <w:rsid w:val="00567289"/>
    <w:rPr>
      <w:rFonts w:ascii="Arial" w:eastAsia="Times New Roman" w:hAnsi="Arial" w:cs="Times New Roman"/>
      <w:b/>
      <w:sz w:val="24"/>
      <w:szCs w:val="24"/>
    </w:rPr>
  </w:style>
  <w:style w:type="paragraph" w:customStyle="1" w:styleId="TableText">
    <w:name w:val="Table Text"/>
    <w:basedOn w:val="BodyText"/>
    <w:rsid w:val="00567289"/>
    <w:pPr>
      <w:spacing w:before="80" w:after="80" w:line="240" w:lineRule="auto"/>
    </w:pPr>
  </w:style>
  <w:style w:type="paragraph" w:styleId="BodyText">
    <w:name w:val="Body Text"/>
    <w:basedOn w:val="Normal"/>
    <w:link w:val="BodyTextChar"/>
    <w:qFormat/>
    <w:rsid w:val="00567289"/>
    <w:pPr>
      <w:spacing w:after="120" w:line="270" w:lineRule="atLeast"/>
    </w:pPr>
    <w:rPr>
      <w:rFonts w:ascii="Arial" w:eastAsia="Times" w:hAnsi="Arial" w:cs="Times New Roman"/>
      <w:sz w:val="20"/>
      <w:szCs w:val="20"/>
    </w:rPr>
  </w:style>
  <w:style w:type="character" w:customStyle="1" w:styleId="BodyTextChar">
    <w:name w:val="Body Text Char"/>
    <w:basedOn w:val="DefaultParagraphFont"/>
    <w:link w:val="BodyText"/>
    <w:rsid w:val="00567289"/>
    <w:rPr>
      <w:rFonts w:ascii="Arial" w:eastAsia="Times" w:hAnsi="Arial" w:cs="Times New Roman"/>
      <w:sz w:val="20"/>
      <w:szCs w:val="20"/>
    </w:rPr>
  </w:style>
  <w:style w:type="paragraph" w:styleId="Title">
    <w:name w:val="Title"/>
    <w:basedOn w:val="Normal"/>
    <w:next w:val="Normal"/>
    <w:link w:val="TitleChar"/>
    <w:uiPriority w:val="10"/>
    <w:rsid w:val="00567289"/>
    <w:pPr>
      <w:spacing w:after="480" w:line="240" w:lineRule="auto"/>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567289"/>
    <w:rPr>
      <w:rFonts w:ascii="Arial" w:eastAsia="Times New Roman" w:hAnsi="Arial" w:cs="Arial"/>
      <w:b/>
      <w:bCs/>
      <w:kern w:val="28"/>
      <w:sz w:val="36"/>
      <w:szCs w:val="36"/>
    </w:rPr>
  </w:style>
  <w:style w:type="paragraph" w:customStyle="1" w:styleId="BodyTextSpaceAbove">
    <w:name w:val="Body Text Space Above"/>
    <w:basedOn w:val="BodyText"/>
    <w:rsid w:val="00567289"/>
    <w:pPr>
      <w:spacing w:before="240"/>
    </w:pPr>
  </w:style>
  <w:style w:type="character" w:styleId="Strong">
    <w:name w:val="Strong"/>
    <w:uiPriority w:val="22"/>
    <w:qFormat/>
    <w:rsid w:val="00567289"/>
    <w:rPr>
      <w:b/>
      <w:bCs/>
    </w:rPr>
  </w:style>
  <w:style w:type="character" w:styleId="Emphasis">
    <w:name w:val="Emphasis"/>
    <w:uiPriority w:val="20"/>
    <w:qFormat/>
    <w:rsid w:val="00567289"/>
    <w:rPr>
      <w:i/>
      <w:iCs/>
    </w:rPr>
  </w:style>
  <w:style w:type="character" w:styleId="Hyperlink">
    <w:name w:val="Hyperlink"/>
    <w:basedOn w:val="DefaultParagraphFont"/>
    <w:uiPriority w:val="99"/>
    <w:unhideWhenUsed/>
    <w:rsid w:val="008321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1"/>
    <w:qFormat/>
    <w:rsid w:val="00567289"/>
    <w:pPr>
      <w:keepNext/>
      <w:keepLines/>
      <w:spacing w:before="480" w:after="120" w:line="240" w:lineRule="auto"/>
      <w:outlineLvl w:val="0"/>
    </w:pPr>
    <w:rPr>
      <w:rFonts w:ascii="Arial" w:eastAsia="Times New Roman" w:hAnsi="Arial" w:cs="Times New Roman"/>
      <w:bCs/>
      <w:color w:val="007D4B"/>
      <w:sz w:val="32"/>
      <w:szCs w:val="32"/>
    </w:rPr>
  </w:style>
  <w:style w:type="paragraph" w:styleId="Heading2">
    <w:name w:val="heading 2"/>
    <w:next w:val="Normal"/>
    <w:link w:val="Heading2Char"/>
    <w:uiPriority w:val="1"/>
    <w:qFormat/>
    <w:rsid w:val="00567289"/>
    <w:pPr>
      <w:keepNext/>
      <w:keepLines/>
      <w:spacing w:before="360" w:after="120" w:line="320" w:lineRule="atLeast"/>
      <w:outlineLvl w:val="1"/>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A77"/>
  </w:style>
  <w:style w:type="paragraph" w:styleId="Footer">
    <w:name w:val="footer"/>
    <w:basedOn w:val="Normal"/>
    <w:link w:val="FooterChar"/>
    <w:uiPriority w:val="99"/>
    <w:unhideWhenUsed/>
    <w:rsid w:val="00DB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A77"/>
  </w:style>
  <w:style w:type="paragraph" w:styleId="BalloonText">
    <w:name w:val="Balloon Text"/>
    <w:basedOn w:val="Normal"/>
    <w:link w:val="BalloonTextChar"/>
    <w:uiPriority w:val="99"/>
    <w:semiHidden/>
    <w:unhideWhenUsed/>
    <w:rsid w:val="00DB1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77"/>
    <w:rPr>
      <w:rFonts w:ascii="Tahoma" w:hAnsi="Tahoma" w:cs="Tahoma"/>
      <w:sz w:val="16"/>
      <w:szCs w:val="16"/>
    </w:rPr>
  </w:style>
  <w:style w:type="character" w:customStyle="1" w:styleId="Heading1Char">
    <w:name w:val="Heading 1 Char"/>
    <w:basedOn w:val="DefaultParagraphFont"/>
    <w:link w:val="Heading1"/>
    <w:uiPriority w:val="1"/>
    <w:rsid w:val="00567289"/>
    <w:rPr>
      <w:rFonts w:ascii="Arial" w:eastAsia="Times New Roman" w:hAnsi="Arial" w:cs="Times New Roman"/>
      <w:bCs/>
      <w:color w:val="007D4B"/>
      <w:sz w:val="32"/>
      <w:szCs w:val="32"/>
    </w:rPr>
  </w:style>
  <w:style w:type="character" w:customStyle="1" w:styleId="Heading2Char">
    <w:name w:val="Heading 2 Char"/>
    <w:basedOn w:val="DefaultParagraphFont"/>
    <w:link w:val="Heading2"/>
    <w:uiPriority w:val="1"/>
    <w:rsid w:val="00567289"/>
    <w:rPr>
      <w:rFonts w:ascii="Arial" w:eastAsia="Times New Roman" w:hAnsi="Arial" w:cs="Times New Roman"/>
      <w:b/>
      <w:sz w:val="24"/>
      <w:szCs w:val="24"/>
    </w:rPr>
  </w:style>
  <w:style w:type="paragraph" w:customStyle="1" w:styleId="TableText">
    <w:name w:val="Table Text"/>
    <w:basedOn w:val="BodyText"/>
    <w:rsid w:val="00567289"/>
    <w:pPr>
      <w:spacing w:before="80" w:after="80" w:line="240" w:lineRule="auto"/>
    </w:pPr>
  </w:style>
  <w:style w:type="paragraph" w:styleId="BodyText">
    <w:name w:val="Body Text"/>
    <w:basedOn w:val="Normal"/>
    <w:link w:val="BodyTextChar"/>
    <w:qFormat/>
    <w:rsid w:val="00567289"/>
    <w:pPr>
      <w:spacing w:after="120" w:line="270" w:lineRule="atLeast"/>
    </w:pPr>
    <w:rPr>
      <w:rFonts w:ascii="Arial" w:eastAsia="Times" w:hAnsi="Arial" w:cs="Times New Roman"/>
      <w:sz w:val="20"/>
      <w:szCs w:val="20"/>
    </w:rPr>
  </w:style>
  <w:style w:type="character" w:customStyle="1" w:styleId="BodyTextChar">
    <w:name w:val="Body Text Char"/>
    <w:basedOn w:val="DefaultParagraphFont"/>
    <w:link w:val="BodyText"/>
    <w:rsid w:val="00567289"/>
    <w:rPr>
      <w:rFonts w:ascii="Arial" w:eastAsia="Times" w:hAnsi="Arial" w:cs="Times New Roman"/>
      <w:sz w:val="20"/>
      <w:szCs w:val="20"/>
    </w:rPr>
  </w:style>
  <w:style w:type="paragraph" w:styleId="Title">
    <w:name w:val="Title"/>
    <w:basedOn w:val="Normal"/>
    <w:next w:val="Normal"/>
    <w:link w:val="TitleChar"/>
    <w:uiPriority w:val="10"/>
    <w:rsid w:val="00567289"/>
    <w:pPr>
      <w:spacing w:after="480" w:line="240" w:lineRule="auto"/>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567289"/>
    <w:rPr>
      <w:rFonts w:ascii="Arial" w:eastAsia="Times New Roman" w:hAnsi="Arial" w:cs="Arial"/>
      <w:b/>
      <w:bCs/>
      <w:kern w:val="28"/>
      <w:sz w:val="36"/>
      <w:szCs w:val="36"/>
    </w:rPr>
  </w:style>
  <w:style w:type="paragraph" w:customStyle="1" w:styleId="BodyTextSpaceAbove">
    <w:name w:val="Body Text Space Above"/>
    <w:basedOn w:val="BodyText"/>
    <w:rsid w:val="00567289"/>
    <w:pPr>
      <w:spacing w:before="240"/>
    </w:pPr>
  </w:style>
  <w:style w:type="character" w:styleId="Strong">
    <w:name w:val="Strong"/>
    <w:uiPriority w:val="22"/>
    <w:qFormat/>
    <w:rsid w:val="00567289"/>
    <w:rPr>
      <w:b/>
      <w:bCs/>
    </w:rPr>
  </w:style>
  <w:style w:type="character" w:styleId="Emphasis">
    <w:name w:val="Emphasis"/>
    <w:uiPriority w:val="20"/>
    <w:qFormat/>
    <w:rsid w:val="00567289"/>
    <w:rPr>
      <w:i/>
      <w:iCs/>
    </w:rPr>
  </w:style>
  <w:style w:type="character" w:styleId="Hyperlink">
    <w:name w:val="Hyperlink"/>
    <w:basedOn w:val="DefaultParagraphFont"/>
    <w:uiPriority w:val="99"/>
    <w:unhideWhenUsed/>
    <w:rsid w:val="008321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ecutive@actmhcn.org.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LEAROS\core_documents\Administration\Stationery\In%20House%20Printing\Letterhead\ACTMHCN_letterhead_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ACTMHCN_letterhead_2017.dotx</Template>
  <TotalTime>0</TotalTime>
  <Pages>6</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Dalane Drexler</dc:creator>
  <cp:lastModifiedBy>Dalane Drexler</cp:lastModifiedBy>
  <cp:revision>2</cp:revision>
  <dcterms:created xsi:type="dcterms:W3CDTF">2018-02-18T22:18:00Z</dcterms:created>
  <dcterms:modified xsi:type="dcterms:W3CDTF">2018-02-18T22:18:00Z</dcterms:modified>
</cp:coreProperties>
</file>